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6D7E40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:rsidR="0034660B" w:rsidRDefault="00666E4A" w:rsidP="008C5A75">
      <w:pPr>
        <w:rPr>
          <w:lang w:val="fr-BE"/>
        </w:rPr>
      </w:pPr>
      <w:bookmarkStart w:id="0" w:name="_Hlk37147706"/>
      <w:proofErr w:type="spellStart"/>
      <w:r>
        <w:rPr>
          <w:lang w:val="fr-BE"/>
        </w:rPr>
        <w:t>Sifonisch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werkend</w:t>
      </w:r>
      <w:proofErr w:type="spellEnd"/>
      <w:r>
        <w:rPr>
          <w:lang w:val="fr-BE"/>
        </w:rPr>
        <w:t xml:space="preserve"> urinoir met </w:t>
      </w:r>
      <w:proofErr w:type="spellStart"/>
      <w:r>
        <w:rPr>
          <w:lang w:val="fr-BE"/>
        </w:rPr>
        <w:t>verdoken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toevoer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langs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</w:t>
      </w:r>
      <w:proofErr w:type="spellEnd"/>
    </w:p>
    <w:p w:rsidR="0034660B" w:rsidRDefault="0034660B" w:rsidP="0034660B">
      <w:pPr>
        <w:rPr>
          <w:lang w:val="fr-BE"/>
        </w:rPr>
      </w:pPr>
      <w:r>
        <w:rPr>
          <w:lang w:val="fr-BE"/>
        </w:rPr>
        <w:t xml:space="preserve">Het urinoir </w:t>
      </w:r>
      <w:proofErr w:type="spellStart"/>
      <w:r>
        <w:rPr>
          <w:lang w:val="fr-BE"/>
        </w:rPr>
        <w:t>heeft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driehoekige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vormgeving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vlakke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rug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wandmontage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speciaal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vooruitstekend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opvangbekken</w:t>
      </w:r>
      <w:proofErr w:type="spellEnd"/>
      <w:r>
        <w:rPr>
          <w:lang w:val="fr-BE"/>
        </w:rPr>
        <w:t xml:space="preserve">. </w:t>
      </w:r>
    </w:p>
    <w:p w:rsidR="00630394" w:rsidRDefault="00666E4A" w:rsidP="008C5A75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spoelrand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rondom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ge</w:t>
      </w:r>
      <w:r w:rsidR="00630394">
        <w:rPr>
          <w:lang w:val="fr-BE"/>
        </w:rPr>
        <w:t>ëmailleerd</w:t>
      </w:r>
      <w:proofErr w:type="spellEnd"/>
      <w:r w:rsidR="00630394">
        <w:rPr>
          <w:lang w:val="fr-BE"/>
        </w:rPr>
        <w:t xml:space="preserve"> en </w:t>
      </w:r>
      <w:proofErr w:type="spellStart"/>
      <w:r w:rsidR="00630394">
        <w:rPr>
          <w:lang w:val="fr-BE"/>
        </w:rPr>
        <w:t>bovenaan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voorzien</w:t>
      </w:r>
      <w:proofErr w:type="spellEnd"/>
      <w:r w:rsidR="00630394">
        <w:rPr>
          <w:lang w:val="fr-BE"/>
        </w:rPr>
        <w:t xml:space="preserve"> van </w:t>
      </w:r>
      <w:proofErr w:type="spellStart"/>
      <w:r w:rsidR="00630394">
        <w:rPr>
          <w:lang w:val="fr-BE"/>
        </w:rPr>
        <w:t>spoelgaten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voor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een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goede</w:t>
      </w:r>
      <w:proofErr w:type="spellEnd"/>
      <w:r w:rsidR="00630394">
        <w:rPr>
          <w:lang w:val="fr-BE"/>
        </w:rPr>
        <w:t xml:space="preserve"> </w:t>
      </w:r>
      <w:proofErr w:type="spellStart"/>
      <w:r w:rsidR="00630394">
        <w:rPr>
          <w:lang w:val="fr-BE"/>
        </w:rPr>
        <w:t>waterverdeling</w:t>
      </w:r>
      <w:proofErr w:type="spellEnd"/>
      <w:r w:rsidR="00630394">
        <w:rPr>
          <w:lang w:val="fr-BE"/>
        </w:rPr>
        <w:t>.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Gemaakt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sanitair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porselein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max </w:t>
      </w:r>
      <w:proofErr w:type="spellStart"/>
      <w:r>
        <w:rPr>
          <w:lang w:val="fr-BE"/>
        </w:rPr>
        <w:t>wateropname</w:t>
      </w:r>
      <w:proofErr w:type="spellEnd"/>
      <w:r>
        <w:rPr>
          <w:lang w:val="fr-BE"/>
        </w:rPr>
        <w:t xml:space="preserve"> van 0.5%.  </w:t>
      </w:r>
    </w:p>
    <w:p w:rsidR="00CE7BC3" w:rsidRDefault="00630394" w:rsidP="008C5A75">
      <w:pPr>
        <w:rPr>
          <w:lang w:val="fr-BE"/>
        </w:rPr>
      </w:pPr>
      <w:proofErr w:type="spellStart"/>
      <w:r>
        <w:rPr>
          <w:lang w:val="fr-BE"/>
        </w:rPr>
        <w:t>normen</w:t>
      </w:r>
      <w:proofErr w:type="spellEnd"/>
      <w:r>
        <w:rPr>
          <w:lang w:val="fr-BE"/>
        </w:rPr>
        <w:t xml:space="preserve"> </w:t>
      </w:r>
      <w:r w:rsidR="00CE7BC3" w:rsidRPr="003E31F1">
        <w:rPr>
          <w:lang w:val="fr-BE"/>
        </w:rPr>
        <w:t>CE, EN80, EN13407</w:t>
      </w:r>
    </w:p>
    <w:p w:rsidR="00630394" w:rsidRDefault="00630394" w:rsidP="008C5A75">
      <w:pPr>
        <w:rPr>
          <w:lang w:val="fr-BE"/>
        </w:rPr>
      </w:pPr>
      <w:proofErr w:type="spellStart"/>
      <w:r>
        <w:rPr>
          <w:lang w:val="fr-BE"/>
        </w:rPr>
        <w:t>Gehomologeerd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spoelvolume</w:t>
      </w:r>
      <w:proofErr w:type="spellEnd"/>
      <w:r>
        <w:rPr>
          <w:lang w:val="fr-BE"/>
        </w:rPr>
        <w:t xml:space="preserve"> van 1L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De bijkomende, unieke en onderhoudsvriendelijke glazuurlaag wordt tijdens het productieproces aan 1200°C gebakken en sluit zo de microporiën af. </w:t>
      </w:r>
    </w:p>
    <w:p w:rsidR="00F46835" w:rsidRPr="000D54BA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 xml:space="preserve">Max oneffenheden 0.01 micron.  </w:t>
      </w:r>
    </w:p>
    <w:p w:rsidR="00F46835" w:rsidRDefault="00F46835" w:rsidP="00F46835">
      <w:pPr>
        <w:rPr>
          <w:rFonts w:cs="Arial"/>
          <w:szCs w:val="24"/>
        </w:rPr>
      </w:pPr>
      <w:r w:rsidRPr="000D54BA">
        <w:rPr>
          <w:rFonts w:cs="Arial"/>
          <w:szCs w:val="24"/>
        </w:rPr>
        <w:t>Hierdoor wordt er een gladder oppervlak gevormd waardoor er minder bacteriën en vuildeeltjes op het oppervlak blijven kleven</w:t>
      </w:r>
      <w:r>
        <w:rPr>
          <w:rFonts w:cs="Arial"/>
          <w:szCs w:val="24"/>
        </w:rPr>
        <w:t>.</w:t>
      </w:r>
    </w:p>
    <w:p w:rsidR="00F46835" w:rsidRPr="000D54BA" w:rsidRDefault="00F46835" w:rsidP="00F46835">
      <w:pPr>
        <w:rPr>
          <w:rFonts w:cs="Arial"/>
          <w:szCs w:val="24"/>
        </w:rPr>
      </w:pPr>
    </w:p>
    <w:p w:rsidR="00F46835" w:rsidRPr="00F46835" w:rsidRDefault="00F46835" w:rsidP="008C5A75"/>
    <w:p w:rsidR="00630394" w:rsidRPr="000D54BA" w:rsidRDefault="00630394" w:rsidP="00630394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630394" w:rsidRPr="00630394" w:rsidRDefault="00630394" w:rsidP="008C5A75"/>
    <w:bookmarkEnd w:id="0"/>
    <w:p w:rsidR="008C5A75" w:rsidRPr="008C5A75" w:rsidRDefault="008C5A75" w:rsidP="008C5A75">
      <w:pPr>
        <w:rPr>
          <w:lang w:val="fr-BE"/>
        </w:rPr>
      </w:pPr>
    </w:p>
    <w:p w:rsidR="008A5169" w:rsidRPr="00C206EA" w:rsidRDefault="008C5A75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</w:t>
      </w:r>
      <w:r w:rsidR="006D7E40">
        <w:rPr>
          <w:rFonts w:ascii="Arial" w:hAnsi="Arial"/>
          <w:b/>
        </w:rPr>
        <w:t>aterialen en eigenschappen</w:t>
      </w:r>
    </w:p>
    <w:p w:rsidR="006D7E40" w:rsidRDefault="008C5A75" w:rsidP="006D7E4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6D7E40">
        <w:rPr>
          <w:rFonts w:ascii="Arial" w:hAnsi="Arial"/>
          <w:b/>
          <w:u w:val="none"/>
        </w:rPr>
        <w:t>erialen</w:t>
      </w:r>
    </w:p>
    <w:p w:rsidR="006D7E40" w:rsidRPr="006D7E40" w:rsidRDefault="006D7E40" w:rsidP="006D7E40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u w:val="none"/>
          <w:lang w:val="fr-BE"/>
        </w:rPr>
        <w:t>S</w:t>
      </w:r>
      <w:r w:rsidRPr="006D7E40">
        <w:rPr>
          <w:u w:val="none"/>
          <w:lang w:val="fr-BE"/>
        </w:rPr>
        <w:t>anitair</w:t>
      </w:r>
      <w:proofErr w:type="spellEnd"/>
      <w:r w:rsidRPr="006D7E40">
        <w:rPr>
          <w:u w:val="none"/>
          <w:lang w:val="fr-BE"/>
        </w:rPr>
        <w:t xml:space="preserve"> </w:t>
      </w:r>
      <w:proofErr w:type="spellStart"/>
      <w:r w:rsidRPr="006D7E40">
        <w:rPr>
          <w:u w:val="none"/>
          <w:lang w:val="fr-BE"/>
        </w:rPr>
        <w:t>porselein</w:t>
      </w:r>
      <w:proofErr w:type="spellEnd"/>
      <w:r w:rsidRPr="006D7E40">
        <w:rPr>
          <w:u w:val="none"/>
          <w:lang w:val="fr-BE"/>
        </w:rPr>
        <w:t xml:space="preserve"> met </w:t>
      </w:r>
      <w:proofErr w:type="spellStart"/>
      <w:r w:rsidRPr="006D7E40">
        <w:rPr>
          <w:u w:val="none"/>
          <w:lang w:val="fr-BE"/>
        </w:rPr>
        <w:t>een</w:t>
      </w:r>
      <w:proofErr w:type="spellEnd"/>
      <w:r w:rsidRPr="006D7E40">
        <w:rPr>
          <w:u w:val="none"/>
          <w:lang w:val="fr-BE"/>
        </w:rPr>
        <w:t xml:space="preserve"> max </w:t>
      </w:r>
      <w:proofErr w:type="spellStart"/>
      <w:r w:rsidRPr="006D7E40">
        <w:rPr>
          <w:u w:val="none"/>
          <w:lang w:val="fr-BE"/>
        </w:rPr>
        <w:t>wateropname</w:t>
      </w:r>
      <w:proofErr w:type="spellEnd"/>
      <w:r w:rsidRPr="006D7E40">
        <w:rPr>
          <w:u w:val="none"/>
          <w:lang w:val="fr-BE"/>
        </w:rPr>
        <w:t xml:space="preserve"> van 0.5%</w:t>
      </w:r>
    </w:p>
    <w:p w:rsidR="006D7E40" w:rsidRDefault="00CE7BC3" w:rsidP="006D7E40">
      <w:pPr>
        <w:rPr>
          <w:lang w:val="fr-BE"/>
        </w:rPr>
      </w:pPr>
      <w:r w:rsidRPr="003E31F1">
        <w:rPr>
          <w:lang w:val="fr-BE"/>
        </w:rPr>
        <w:t xml:space="preserve">.  </w:t>
      </w:r>
    </w:p>
    <w:p w:rsidR="008A5169" w:rsidRDefault="006D7E40" w:rsidP="006D7E40">
      <w:pPr>
        <w:rPr>
          <w:b/>
        </w:rPr>
      </w:pPr>
      <w:r>
        <w:rPr>
          <w:lang w:val="fr-BE"/>
        </w:rPr>
        <w:t xml:space="preserve">2.2 </w:t>
      </w:r>
      <w:r w:rsidRPr="006D7E40">
        <w:rPr>
          <w:b/>
          <w:u w:val="single"/>
        </w:rPr>
        <w:t>Eigenschappen</w:t>
      </w:r>
    </w:p>
    <w:p w:rsidR="006D7E40" w:rsidRDefault="006D7E40" w:rsidP="006D7E40">
      <w:pPr>
        <w:rPr>
          <w:b/>
        </w:rPr>
      </w:pPr>
    </w:p>
    <w:p w:rsidR="00D54536" w:rsidRDefault="00480FD6" w:rsidP="00CE7BC3">
      <w:r>
        <w:t>Wandmodel</w:t>
      </w:r>
    </w:p>
    <w:p w:rsidR="00CE7BC3" w:rsidRDefault="00480FD6" w:rsidP="00CE7BC3">
      <w:r>
        <w:t>Toevoer achter</w:t>
      </w:r>
    </w:p>
    <w:p w:rsidR="00480FD6" w:rsidRPr="00480FD6" w:rsidRDefault="00480FD6" w:rsidP="00CE7BC3">
      <w:r>
        <w:t xml:space="preserve">Afvoer naar achter </w:t>
      </w:r>
    </w:p>
    <w:p w:rsidR="00D54536" w:rsidRDefault="0034660B" w:rsidP="00CE7BC3">
      <w:pPr>
        <w:rPr>
          <w:lang w:val="fr-BE"/>
        </w:rPr>
      </w:pPr>
      <w:proofErr w:type="spellStart"/>
      <w:r>
        <w:rPr>
          <w:lang w:val="fr-BE"/>
        </w:rPr>
        <w:t>Zichtbare</w:t>
      </w:r>
      <w:proofErr w:type="spellEnd"/>
      <w:r w:rsidR="00480FD6">
        <w:rPr>
          <w:lang w:val="fr-BE"/>
        </w:rPr>
        <w:t xml:space="preserve"> </w:t>
      </w:r>
      <w:proofErr w:type="spellStart"/>
      <w:r w:rsidR="00480FD6">
        <w:rPr>
          <w:lang w:val="fr-BE"/>
        </w:rPr>
        <w:t>bevestiging</w:t>
      </w:r>
      <w:proofErr w:type="spellEnd"/>
    </w:p>
    <w:p w:rsidR="00480FD6" w:rsidRPr="003E31F1" w:rsidRDefault="00480FD6" w:rsidP="00CE7BC3">
      <w:pPr>
        <w:rPr>
          <w:lang w:val="fr-BE"/>
        </w:rPr>
      </w:pPr>
      <w:proofErr w:type="spellStart"/>
      <w:r>
        <w:rPr>
          <w:lang w:val="fr-BE"/>
        </w:rPr>
        <w:t>Spoeling</w:t>
      </w:r>
      <w:proofErr w:type="spellEnd"/>
      <w:r>
        <w:rPr>
          <w:lang w:val="fr-BE"/>
        </w:rPr>
        <w:t xml:space="preserve"> via </w:t>
      </w:r>
      <w:proofErr w:type="spellStart"/>
      <w:r>
        <w:rPr>
          <w:lang w:val="fr-BE"/>
        </w:rPr>
        <w:t>spoelrand</w:t>
      </w:r>
      <w:proofErr w:type="spellEnd"/>
    </w:p>
    <w:p w:rsidR="008B3A3F" w:rsidRDefault="00480FD6" w:rsidP="00CE7BC3">
      <w:r>
        <w:t>Breedte</w:t>
      </w:r>
      <w:r w:rsidR="008B3A3F">
        <w:t>:</w:t>
      </w:r>
      <w:r>
        <w:tab/>
      </w:r>
      <w:r w:rsidR="00E46100">
        <w:t>35</w:t>
      </w:r>
      <w:r w:rsidR="008B3A3F">
        <w:t>cm</w:t>
      </w:r>
    </w:p>
    <w:p w:rsidR="008B3A3F" w:rsidRDefault="00480FD6" w:rsidP="00CE7BC3">
      <w:r>
        <w:t>Hoogte</w:t>
      </w:r>
      <w:r w:rsidR="008B3A3F">
        <w:t>:</w:t>
      </w:r>
      <w:r>
        <w:tab/>
      </w:r>
      <w:r w:rsidR="008B3A3F">
        <w:t>5</w:t>
      </w:r>
      <w:r w:rsidR="00E46100">
        <w:t>6.5</w:t>
      </w:r>
      <w:r w:rsidR="008B3A3F">
        <w:t>cm</w:t>
      </w:r>
    </w:p>
    <w:p w:rsidR="00247F87" w:rsidRPr="00CE7BC3" w:rsidRDefault="00480FD6" w:rsidP="00CE7BC3">
      <w:r>
        <w:t>Diepte:</w:t>
      </w:r>
      <w:r>
        <w:tab/>
      </w:r>
      <w:r w:rsidR="008B3A3F">
        <w:t>3</w:t>
      </w:r>
      <w:r w:rsidR="00E46100">
        <w:t>5</w:t>
      </w:r>
      <w:r w:rsidR="008B3A3F">
        <w:t>cm</w:t>
      </w:r>
    </w:p>
    <w:p w:rsidR="00106C8C" w:rsidRDefault="00480FD6" w:rsidP="002F1A08">
      <w:r>
        <w:t>Kleu</w:t>
      </w:r>
      <w:r w:rsidR="00861ECB">
        <w:t>r</w:t>
      </w:r>
      <w:r w:rsidR="008B3A3F">
        <w:t>:</w:t>
      </w:r>
      <w:r>
        <w:tab/>
      </w:r>
      <w:r>
        <w:tab/>
        <w:t>wit</w:t>
      </w:r>
      <w:r w:rsidR="008B3A3F">
        <w:t xml:space="preserve"> </w:t>
      </w:r>
    </w:p>
    <w:p w:rsidR="008B3A3F" w:rsidRDefault="008B3A3F" w:rsidP="002F1A08"/>
    <w:p w:rsidR="00F46835" w:rsidRDefault="00F46835" w:rsidP="002F1A08"/>
    <w:p w:rsidR="00BF1835" w:rsidRDefault="00BF1835" w:rsidP="002F1A08"/>
    <w:p w:rsidR="00F46835" w:rsidRDefault="00F46835" w:rsidP="002F1A08"/>
    <w:p w:rsidR="00F46835" w:rsidRDefault="00F46835" w:rsidP="002F1A08"/>
    <w:p w:rsid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Montage</w:t>
      </w:r>
    </w:p>
    <w:p w:rsidR="00694F33" w:rsidRPr="00694F33" w:rsidRDefault="0034660B" w:rsidP="00694F33">
      <w:pPr>
        <w:rPr>
          <w:lang w:val="fr-FR"/>
        </w:rPr>
      </w:pPr>
      <w:r>
        <w:t xml:space="preserve">Bevestiging gebeurt </w:t>
      </w:r>
      <w:proofErr w:type="spellStart"/>
      <w:r>
        <w:t>dmv</w:t>
      </w:r>
      <w:proofErr w:type="spellEnd"/>
      <w:r>
        <w:t xml:space="preserve"> 2 bevestiging</w:t>
      </w:r>
      <w:r w:rsidR="00D34691">
        <w:t>s</w:t>
      </w:r>
      <w:bookmarkStart w:id="1" w:name="_GoBack"/>
      <w:bookmarkEnd w:id="1"/>
      <w:r>
        <w:t xml:space="preserve">bouten.  De </w:t>
      </w:r>
      <w:proofErr w:type="spellStart"/>
      <w:r>
        <w:t>asafstand</w:t>
      </w:r>
      <w:proofErr w:type="spellEnd"/>
      <w:r>
        <w:t xml:space="preserve"> bedraagt 255mm</w:t>
      </w:r>
    </w:p>
    <w:p w:rsidR="00106C8C" w:rsidRPr="008C5A75" w:rsidRDefault="006D7E40" w:rsidP="008C5A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Afbeelding</w:t>
      </w:r>
      <w:r w:rsidR="00E46E72">
        <w:t xml:space="preserve">  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E46100" w:rsidP="008A5169">
      <w:pPr>
        <w:pStyle w:val="Bulleted1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92E28B7" wp14:editId="0C21AAD4">
            <wp:extent cx="3829050" cy="388684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36483" cy="3894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B8" w:rsidRDefault="005930B8">
      <w:r>
        <w:separator/>
      </w:r>
    </w:p>
  </w:endnote>
  <w:endnote w:type="continuationSeparator" w:id="0">
    <w:p w:rsidR="005930B8" w:rsidRDefault="00593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B8" w:rsidRDefault="005930B8">
      <w:r>
        <w:separator/>
      </w:r>
    </w:p>
  </w:footnote>
  <w:footnote w:type="continuationSeparator" w:id="0">
    <w:p w:rsidR="005930B8" w:rsidRDefault="00593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3E31F1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3E31F1">
      <w:rPr>
        <w:rFonts w:ascii="Arial" w:hAnsi="Arial" w:cs="Arial"/>
        <w:b/>
        <w:szCs w:val="24"/>
        <w:lang w:val="fr-BE"/>
      </w:rPr>
      <w:t>Geberit</w:t>
    </w:r>
    <w:proofErr w:type="spellEnd"/>
    <w:r w:rsidRPr="003E31F1">
      <w:rPr>
        <w:rFonts w:ascii="Arial" w:hAnsi="Arial" w:cs="Arial"/>
        <w:b/>
        <w:szCs w:val="24"/>
        <w:lang w:val="fr-BE"/>
      </w:rPr>
      <w:t xml:space="preserve"> </w:t>
    </w:r>
    <w:r w:rsidR="001332A1" w:rsidRPr="003E31F1">
      <w:rPr>
        <w:rFonts w:ascii="Arial" w:hAnsi="Arial" w:cs="Arial"/>
        <w:b/>
        <w:szCs w:val="24"/>
        <w:lang w:val="fr-BE"/>
      </w:rPr>
      <w:t>urinoir</w:t>
    </w:r>
    <w:r w:rsidR="008C5A75" w:rsidRPr="003E31F1">
      <w:rPr>
        <w:rFonts w:ascii="Arial" w:hAnsi="Arial" w:cs="Arial"/>
        <w:b/>
        <w:szCs w:val="24"/>
        <w:lang w:val="fr-BE"/>
      </w:rPr>
      <w:t xml:space="preserve"> Al</w:t>
    </w:r>
    <w:r w:rsidR="00D92B46">
      <w:rPr>
        <w:rFonts w:ascii="Arial" w:hAnsi="Arial" w:cs="Arial"/>
        <w:b/>
        <w:szCs w:val="24"/>
        <w:lang w:val="fr-BE"/>
      </w:rPr>
      <w:t>ler</w:t>
    </w:r>
    <w:r w:rsidR="00586B18" w:rsidRPr="003E31F1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0FD6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Met </w:t>
    </w:r>
    <w:proofErr w:type="spellStart"/>
    <w:r>
      <w:rPr>
        <w:rFonts w:ascii="Arial" w:hAnsi="Arial" w:cs="Arial"/>
        <w:b/>
        <w:szCs w:val="24"/>
        <w:lang w:val="fr-BE"/>
      </w:rPr>
      <w:t>toevoer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achteraan</w:t>
    </w:r>
    <w:proofErr w:type="spellEnd"/>
    <w:r>
      <w:rPr>
        <w:rFonts w:ascii="Arial" w:hAnsi="Arial" w:cs="Arial"/>
        <w:b/>
        <w:szCs w:val="24"/>
        <w:lang w:val="fr-BE"/>
      </w:rPr>
      <w:t>,</w:t>
    </w:r>
  </w:p>
  <w:p w:rsidR="00025544" w:rsidRPr="003E31F1" w:rsidRDefault="00480FD6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>
      <w:rPr>
        <w:rFonts w:ascii="Arial" w:hAnsi="Arial" w:cs="Arial"/>
        <w:b/>
        <w:szCs w:val="24"/>
        <w:lang w:val="fr-BE"/>
      </w:rPr>
      <w:t>Afvoer</w:t>
    </w:r>
    <w:proofErr w:type="spellEnd"/>
    <w:r>
      <w:rPr>
        <w:rFonts w:ascii="Arial" w:hAnsi="Arial" w:cs="Arial"/>
        <w:b/>
        <w:szCs w:val="24"/>
        <w:lang w:val="fr-BE"/>
      </w:rPr>
      <w:t xml:space="preserve">  </w:t>
    </w:r>
    <w:proofErr w:type="spellStart"/>
    <w:r>
      <w:rPr>
        <w:rFonts w:ascii="Arial" w:hAnsi="Arial" w:cs="Arial"/>
        <w:b/>
        <w:szCs w:val="24"/>
        <w:lang w:val="fr-BE"/>
      </w:rPr>
      <w:t>naar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proofErr w:type="spellStart"/>
    <w:r>
      <w:rPr>
        <w:rFonts w:ascii="Arial" w:hAnsi="Arial" w:cs="Arial"/>
        <w:b/>
        <w:szCs w:val="24"/>
        <w:lang w:val="fr-BE"/>
      </w:rPr>
      <w:t>achter</w:t>
    </w:r>
    <w:proofErr w:type="spellEnd"/>
    <w:r>
      <w:rPr>
        <w:rFonts w:ascii="Arial" w:hAnsi="Arial" w:cs="Arial"/>
        <w:b/>
        <w:szCs w:val="24"/>
        <w:lang w:val="fr-BE"/>
      </w:rPr>
      <w:t xml:space="preserve"> </w:t>
    </w:r>
    <w:r w:rsidR="00D92B46">
      <w:rPr>
        <w:rFonts w:ascii="Arial" w:hAnsi="Arial" w:cs="Arial"/>
        <w:b/>
        <w:szCs w:val="24"/>
        <w:lang w:val="fr-BE"/>
      </w:rPr>
      <w:t xml:space="preserve">met </w:t>
    </w:r>
    <w:proofErr w:type="spellStart"/>
    <w:r w:rsidR="00D92B46">
      <w:rPr>
        <w:rFonts w:ascii="Arial" w:hAnsi="Arial" w:cs="Arial"/>
        <w:b/>
        <w:szCs w:val="24"/>
        <w:lang w:val="fr-BE"/>
      </w:rPr>
      <w:t>keratect</w:t>
    </w:r>
    <w:proofErr w:type="spellEnd"/>
    <w:r w:rsidR="00C272EF" w:rsidRPr="003E31F1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60B" w:rsidRDefault="0034660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FD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40CC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6570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7F87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660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31F1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0FD6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0B8"/>
    <w:rsid w:val="005946D1"/>
    <w:rsid w:val="005A1279"/>
    <w:rsid w:val="005A134F"/>
    <w:rsid w:val="005A3712"/>
    <w:rsid w:val="005A687F"/>
    <w:rsid w:val="005C40C8"/>
    <w:rsid w:val="005C419B"/>
    <w:rsid w:val="005C5758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A26"/>
    <w:rsid w:val="00613F6D"/>
    <w:rsid w:val="00617362"/>
    <w:rsid w:val="0062319E"/>
    <w:rsid w:val="00630394"/>
    <w:rsid w:val="006356F1"/>
    <w:rsid w:val="006359F9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66C14"/>
    <w:rsid w:val="00666E4A"/>
    <w:rsid w:val="00670227"/>
    <w:rsid w:val="00670CC4"/>
    <w:rsid w:val="0068597D"/>
    <w:rsid w:val="00685C6E"/>
    <w:rsid w:val="0068606C"/>
    <w:rsid w:val="0069129C"/>
    <w:rsid w:val="00694EDF"/>
    <w:rsid w:val="00694F33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D7E40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1ECB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3A3F"/>
    <w:rsid w:val="008B4545"/>
    <w:rsid w:val="008B4F72"/>
    <w:rsid w:val="008B5A11"/>
    <w:rsid w:val="008C5A75"/>
    <w:rsid w:val="008D109E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5CAD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158C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BF1835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4666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BC3"/>
    <w:rsid w:val="00CF3034"/>
    <w:rsid w:val="00D00737"/>
    <w:rsid w:val="00D06139"/>
    <w:rsid w:val="00D12DE4"/>
    <w:rsid w:val="00D147B6"/>
    <w:rsid w:val="00D20CBB"/>
    <w:rsid w:val="00D3323A"/>
    <w:rsid w:val="00D34091"/>
    <w:rsid w:val="00D34691"/>
    <w:rsid w:val="00D3791B"/>
    <w:rsid w:val="00D41906"/>
    <w:rsid w:val="00D43AAD"/>
    <w:rsid w:val="00D43B9F"/>
    <w:rsid w:val="00D4463B"/>
    <w:rsid w:val="00D4472F"/>
    <w:rsid w:val="00D54536"/>
    <w:rsid w:val="00D55CB1"/>
    <w:rsid w:val="00D56F39"/>
    <w:rsid w:val="00D57446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B4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100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683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6F7A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E7FD97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6C12417-AA57-4EEA-8019-C616911AA99C}"/>
</file>

<file path=customXml/itemProps2.xml><?xml version="1.0" encoding="utf-8"?>
<ds:datastoreItem xmlns:ds="http://schemas.openxmlformats.org/officeDocument/2006/customXml" ds:itemID="{AB9D2122-DA87-4CF8-A70D-13C1CB6A7986}"/>
</file>

<file path=customXml/itemProps3.xml><?xml version="1.0" encoding="utf-8"?>
<ds:datastoreItem xmlns:ds="http://schemas.openxmlformats.org/officeDocument/2006/customXml" ds:itemID="{2ADC50F7-DD8D-465B-BAFD-B27695A8168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25</TotalTime>
  <Pages>2</Pages>
  <Words>170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13</cp:revision>
  <cp:lastPrinted>2011-12-15T11:14:00Z</cp:lastPrinted>
  <dcterms:created xsi:type="dcterms:W3CDTF">2020-04-08T13:29:00Z</dcterms:created>
  <dcterms:modified xsi:type="dcterms:W3CDTF">2020-05-07T12:40:00Z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438900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